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1E209" w14:textId="58AC0984" w:rsidR="002326DE" w:rsidRPr="00E960BB" w:rsidRDefault="002326DE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BB411A" w:rsidRPr="00BB411A">
        <w:rPr>
          <w:rFonts w:ascii="Corbel" w:hAnsi="Corbel"/>
          <w:bCs/>
          <w:i/>
        </w:rPr>
        <w:t xml:space="preserve"> </w:t>
      </w:r>
      <w:r w:rsidR="00BB411A" w:rsidRPr="00BB411A">
        <w:rPr>
          <w:rFonts w:ascii="Corbel" w:hAnsi="Corbel" w:cs="Arial"/>
        </w:rPr>
        <w:t>7/2023</w:t>
      </w:r>
    </w:p>
    <w:p w14:paraId="4919192F" w14:textId="77777777" w:rsidR="002326DE" w:rsidRPr="009C54AE" w:rsidRDefault="002326DE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E7F677" w14:textId="1AB862C1" w:rsidR="002326DE" w:rsidRPr="009C54AE" w:rsidRDefault="002326DE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20B89" w:rsidRPr="00820B89">
        <w:rPr>
          <w:rFonts w:ascii="Corbel" w:hAnsi="Corbel"/>
          <w:i/>
          <w:smallCaps/>
          <w:sz w:val="24"/>
          <w:szCs w:val="24"/>
        </w:rPr>
        <w:t>202</w:t>
      </w:r>
      <w:r w:rsidR="00BB411A">
        <w:rPr>
          <w:rFonts w:ascii="Corbel" w:hAnsi="Corbel"/>
          <w:i/>
          <w:smallCaps/>
          <w:sz w:val="24"/>
          <w:szCs w:val="24"/>
        </w:rPr>
        <w:t>3</w:t>
      </w:r>
      <w:r w:rsidR="00820B89" w:rsidRPr="00820B89">
        <w:rPr>
          <w:rFonts w:ascii="Corbel" w:hAnsi="Corbel"/>
          <w:i/>
          <w:smallCaps/>
          <w:sz w:val="24"/>
          <w:szCs w:val="24"/>
        </w:rPr>
        <w:t>-202</w:t>
      </w:r>
      <w:r w:rsidR="00BB411A">
        <w:rPr>
          <w:rFonts w:ascii="Corbel" w:hAnsi="Corbel"/>
          <w:i/>
          <w:smallCaps/>
          <w:sz w:val="24"/>
          <w:szCs w:val="24"/>
        </w:rPr>
        <w:t>5</w:t>
      </w:r>
    </w:p>
    <w:p w14:paraId="77E72B43" w14:textId="39D7D67D" w:rsidR="002326DE" w:rsidRDefault="002326D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820B89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A73A917" w14:textId="708A0880" w:rsidR="002326DE" w:rsidRPr="00EA4832" w:rsidRDefault="002326D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20B89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820B89">
        <w:rPr>
          <w:rFonts w:ascii="Corbel" w:hAnsi="Corbel"/>
          <w:sz w:val="20"/>
          <w:szCs w:val="20"/>
        </w:rPr>
        <w:t xml:space="preserve"> </w:t>
      </w:r>
      <w:r w:rsidR="00820B89" w:rsidRPr="00820B89">
        <w:rPr>
          <w:rFonts w:ascii="Corbel" w:hAnsi="Corbel"/>
          <w:sz w:val="20"/>
          <w:szCs w:val="20"/>
        </w:rPr>
        <w:t>202</w:t>
      </w:r>
      <w:r w:rsidR="00BB411A">
        <w:rPr>
          <w:rFonts w:ascii="Corbel" w:hAnsi="Corbel"/>
          <w:sz w:val="20"/>
          <w:szCs w:val="20"/>
        </w:rPr>
        <w:t>4/</w:t>
      </w:r>
      <w:r w:rsidR="00820B89" w:rsidRPr="00820B89">
        <w:rPr>
          <w:rFonts w:ascii="Corbel" w:hAnsi="Corbel"/>
          <w:sz w:val="20"/>
          <w:szCs w:val="20"/>
        </w:rPr>
        <w:t>202</w:t>
      </w:r>
      <w:r w:rsidR="00BB411A">
        <w:rPr>
          <w:rFonts w:ascii="Corbel" w:hAnsi="Corbel"/>
          <w:sz w:val="20"/>
          <w:szCs w:val="20"/>
        </w:rPr>
        <w:t>5</w:t>
      </w:r>
    </w:p>
    <w:p w14:paraId="422ACC05" w14:textId="77777777" w:rsidR="002326DE" w:rsidRPr="009C54AE" w:rsidRDefault="002326D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E1AE9C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326DE" w:rsidRPr="009C54AE" w14:paraId="09F394D3" w14:textId="77777777" w:rsidTr="00B819C8">
        <w:tc>
          <w:tcPr>
            <w:tcW w:w="2694" w:type="dxa"/>
            <w:vAlign w:val="center"/>
          </w:tcPr>
          <w:p w14:paraId="32F48BDC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A6540E" w14:textId="1266F71D" w:rsidR="002326DE" w:rsidRPr="0072043C" w:rsidRDefault="002326DE" w:rsidP="00A950D4">
            <w:pPr>
              <w:pStyle w:val="Odpowiedzi"/>
              <w:spacing w:before="100" w:beforeAutospacing="1" w:after="100" w:afterAutospacing="1"/>
              <w:jc w:val="both"/>
              <w:rPr>
                <w:rFonts w:ascii="Calibri" w:hAnsi="Calibri"/>
                <w:bCs/>
                <w:sz w:val="24"/>
                <w:szCs w:val="24"/>
              </w:rPr>
            </w:pPr>
            <w:r w:rsidRPr="0072043C">
              <w:rPr>
                <w:rFonts w:ascii="Calibri" w:hAnsi="Calibri"/>
                <w:bCs/>
                <w:sz w:val="24"/>
                <w:szCs w:val="24"/>
                <w:shd w:val="clear" w:color="auto" w:fill="FFFFFF"/>
              </w:rPr>
              <w:t>Trening umiejętności społecznych w rehabilitacji zaburzeń psychicznych</w:t>
            </w:r>
          </w:p>
        </w:tc>
      </w:tr>
      <w:tr w:rsidR="002326DE" w:rsidRPr="009C54AE" w14:paraId="021FB723" w14:textId="77777777" w:rsidTr="00B819C8">
        <w:tc>
          <w:tcPr>
            <w:tcW w:w="2694" w:type="dxa"/>
            <w:vAlign w:val="center"/>
          </w:tcPr>
          <w:p w14:paraId="60A1202B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05BF055" w14:textId="317D75B0" w:rsidR="002326DE" w:rsidRPr="000F1155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bCs/>
                <w:sz w:val="24"/>
                <w:szCs w:val="24"/>
              </w:rPr>
              <w:t>P2</w:t>
            </w:r>
            <w:r w:rsidR="00104D41" w:rsidRPr="000F1155">
              <w:rPr>
                <w:rFonts w:ascii="Calibri" w:hAnsi="Calibri"/>
                <w:b w:val="0"/>
                <w:bCs/>
                <w:sz w:val="24"/>
                <w:szCs w:val="24"/>
              </w:rPr>
              <w:t>S</w:t>
            </w:r>
            <w:r w:rsidRPr="000F1155">
              <w:rPr>
                <w:rFonts w:ascii="Calibri" w:hAnsi="Calibri"/>
                <w:b w:val="0"/>
                <w:bCs/>
                <w:sz w:val="24"/>
                <w:szCs w:val="24"/>
              </w:rPr>
              <w:t>[4]F_02</w:t>
            </w:r>
          </w:p>
        </w:tc>
      </w:tr>
      <w:tr w:rsidR="002326DE" w:rsidRPr="009C54AE" w14:paraId="6FB2CA05" w14:textId="77777777" w:rsidTr="00B819C8">
        <w:tc>
          <w:tcPr>
            <w:tcW w:w="2694" w:type="dxa"/>
            <w:vAlign w:val="center"/>
          </w:tcPr>
          <w:p w14:paraId="15C16D6B" w14:textId="77777777" w:rsidR="002326DE" w:rsidRPr="00155541" w:rsidRDefault="002326D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88F6216" w14:textId="77777777" w:rsidR="002326DE" w:rsidRPr="000F1155" w:rsidRDefault="002326DE" w:rsidP="00F2766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F1155">
              <w:rPr>
                <w:sz w:val="24"/>
                <w:szCs w:val="24"/>
              </w:rPr>
              <w:t>Kolegium Nauk Społecznych</w:t>
            </w:r>
          </w:p>
        </w:tc>
      </w:tr>
      <w:tr w:rsidR="002326DE" w:rsidRPr="009C54AE" w14:paraId="03A8BE15" w14:textId="77777777" w:rsidTr="00B819C8">
        <w:tc>
          <w:tcPr>
            <w:tcW w:w="2694" w:type="dxa"/>
            <w:vAlign w:val="center"/>
          </w:tcPr>
          <w:p w14:paraId="38FD0E77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20AD64" w14:textId="07394EA3" w:rsidR="002326DE" w:rsidRPr="000F1155" w:rsidRDefault="0072043C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72043C">
              <w:rPr>
                <w:rFonts w:ascii="Calibri" w:hAnsi="Calibri"/>
                <w:b w:val="0"/>
                <w:sz w:val="24"/>
                <w:szCs w:val="24"/>
              </w:rPr>
              <w:t>Instytut Nauk Socjologicznych</w:t>
            </w:r>
          </w:p>
        </w:tc>
      </w:tr>
      <w:tr w:rsidR="002326DE" w:rsidRPr="009C54AE" w14:paraId="261597CB" w14:textId="77777777" w:rsidTr="00B819C8">
        <w:tc>
          <w:tcPr>
            <w:tcW w:w="2694" w:type="dxa"/>
            <w:vAlign w:val="center"/>
          </w:tcPr>
          <w:p w14:paraId="7B90DC8E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6A24E0" w14:textId="77777777" w:rsidR="002326DE" w:rsidRPr="000F1155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2326DE" w:rsidRPr="009C54AE" w14:paraId="765DDC12" w14:textId="77777777" w:rsidTr="00B819C8">
        <w:tc>
          <w:tcPr>
            <w:tcW w:w="2694" w:type="dxa"/>
            <w:vAlign w:val="center"/>
          </w:tcPr>
          <w:p w14:paraId="256D084F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E49610" w14:textId="77777777" w:rsidR="002326DE" w:rsidRPr="000F1155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II stopnia</w:t>
            </w:r>
          </w:p>
        </w:tc>
      </w:tr>
      <w:tr w:rsidR="002326DE" w:rsidRPr="009C54AE" w14:paraId="41D89A2F" w14:textId="77777777" w:rsidTr="00B819C8">
        <w:tc>
          <w:tcPr>
            <w:tcW w:w="2694" w:type="dxa"/>
            <w:vAlign w:val="center"/>
          </w:tcPr>
          <w:p w14:paraId="09D08CD6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B7AF9B" w14:textId="77777777" w:rsidR="002326DE" w:rsidRPr="000F1155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ogólnoakademicki</w:t>
            </w:r>
          </w:p>
        </w:tc>
      </w:tr>
      <w:tr w:rsidR="002326DE" w:rsidRPr="009C54AE" w14:paraId="33BDFC44" w14:textId="77777777" w:rsidTr="00B819C8">
        <w:tc>
          <w:tcPr>
            <w:tcW w:w="2694" w:type="dxa"/>
            <w:vAlign w:val="center"/>
          </w:tcPr>
          <w:p w14:paraId="2D9FE4DA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1B489F" w14:textId="04AB6AC1" w:rsidR="002326DE" w:rsidRPr="000F1155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stacjonarny</w:t>
            </w:r>
          </w:p>
        </w:tc>
      </w:tr>
      <w:tr w:rsidR="002326DE" w:rsidRPr="009C54AE" w14:paraId="1382603D" w14:textId="77777777" w:rsidTr="00B819C8">
        <w:tc>
          <w:tcPr>
            <w:tcW w:w="2694" w:type="dxa"/>
            <w:vAlign w:val="center"/>
          </w:tcPr>
          <w:p w14:paraId="1A8383E3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67645F" w14:textId="34917D21" w:rsidR="002326DE" w:rsidRPr="000F1155" w:rsidRDefault="002326DE" w:rsidP="00F2766D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Rok</w:t>
            </w:r>
            <w:r w:rsidR="00E9115B" w:rsidRPr="000F1155">
              <w:rPr>
                <w:rFonts w:ascii="Calibri" w:hAnsi="Calibri"/>
                <w:b w:val="0"/>
                <w:sz w:val="24"/>
                <w:szCs w:val="24"/>
              </w:rPr>
              <w:t xml:space="preserve"> </w:t>
            </w:r>
            <w:r w:rsidRPr="000F1155">
              <w:rPr>
                <w:rFonts w:ascii="Calibri" w:hAnsi="Calibri"/>
                <w:b w:val="0"/>
                <w:sz w:val="24"/>
                <w:szCs w:val="24"/>
              </w:rPr>
              <w:t>2</w:t>
            </w:r>
            <w:r w:rsidR="00170554" w:rsidRPr="000F1155">
              <w:rPr>
                <w:rFonts w:ascii="Calibri" w:hAnsi="Calibri"/>
                <w:b w:val="0"/>
                <w:sz w:val="24"/>
                <w:szCs w:val="24"/>
              </w:rPr>
              <w:t xml:space="preserve">, </w:t>
            </w:r>
            <w:r w:rsidRPr="000F1155">
              <w:rPr>
                <w:rFonts w:ascii="Calibri" w:hAnsi="Calibri"/>
                <w:b w:val="0"/>
                <w:sz w:val="24"/>
                <w:szCs w:val="24"/>
              </w:rPr>
              <w:t xml:space="preserve">semestr IV </w:t>
            </w:r>
          </w:p>
        </w:tc>
      </w:tr>
      <w:tr w:rsidR="002326DE" w:rsidRPr="009C54AE" w14:paraId="3DBF53FC" w14:textId="77777777" w:rsidTr="00B819C8">
        <w:tc>
          <w:tcPr>
            <w:tcW w:w="2694" w:type="dxa"/>
            <w:vAlign w:val="center"/>
          </w:tcPr>
          <w:p w14:paraId="0BB2C1D4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C2A84C" w14:textId="2FE62C0F" w:rsidR="002326DE" w:rsidRPr="000F1155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Fakul</w:t>
            </w:r>
            <w:r w:rsidR="000F1155">
              <w:rPr>
                <w:rFonts w:ascii="Calibri" w:hAnsi="Calibri"/>
                <w:b w:val="0"/>
                <w:sz w:val="24"/>
                <w:szCs w:val="24"/>
              </w:rPr>
              <w:t>tatywny</w:t>
            </w:r>
          </w:p>
        </w:tc>
      </w:tr>
      <w:tr w:rsidR="002326DE" w:rsidRPr="009C54AE" w14:paraId="1AC93643" w14:textId="77777777" w:rsidTr="00B819C8">
        <w:tc>
          <w:tcPr>
            <w:tcW w:w="2694" w:type="dxa"/>
            <w:vAlign w:val="center"/>
          </w:tcPr>
          <w:p w14:paraId="7005C55B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7139F5" w14:textId="1CB3BC34" w:rsidR="002326DE" w:rsidRPr="000F1155" w:rsidRDefault="000F1155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>
              <w:rPr>
                <w:rFonts w:ascii="Calibri" w:hAnsi="Calibri"/>
                <w:b w:val="0"/>
                <w:sz w:val="24"/>
                <w:szCs w:val="24"/>
              </w:rPr>
              <w:t xml:space="preserve">jęz. </w:t>
            </w:r>
            <w:r w:rsidR="002326DE" w:rsidRPr="000F1155">
              <w:rPr>
                <w:rFonts w:ascii="Calibri" w:hAnsi="Calibri"/>
                <w:b w:val="0"/>
                <w:sz w:val="24"/>
                <w:szCs w:val="24"/>
              </w:rPr>
              <w:t>polski</w:t>
            </w:r>
          </w:p>
        </w:tc>
      </w:tr>
      <w:tr w:rsidR="002326DE" w:rsidRPr="009C54AE" w14:paraId="1DB32EA5" w14:textId="77777777" w:rsidTr="00B819C8">
        <w:tc>
          <w:tcPr>
            <w:tcW w:w="2694" w:type="dxa"/>
            <w:vAlign w:val="center"/>
          </w:tcPr>
          <w:p w14:paraId="34335C0B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5ED236" w14:textId="76E23F85" w:rsidR="002326DE" w:rsidRPr="000F1155" w:rsidRDefault="00170554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Joanna Ferenc -Bar</w:t>
            </w:r>
          </w:p>
        </w:tc>
      </w:tr>
      <w:tr w:rsidR="002326DE" w:rsidRPr="009C54AE" w14:paraId="3A963A5D" w14:textId="77777777" w:rsidTr="00B819C8">
        <w:tc>
          <w:tcPr>
            <w:tcW w:w="2694" w:type="dxa"/>
            <w:vAlign w:val="center"/>
          </w:tcPr>
          <w:p w14:paraId="7E113F49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B5E16E" w14:textId="27178769" w:rsidR="002326DE" w:rsidRPr="000F1155" w:rsidRDefault="00170554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0F1155">
              <w:rPr>
                <w:rFonts w:ascii="Calibri" w:hAnsi="Calibri"/>
                <w:b w:val="0"/>
                <w:sz w:val="24"/>
                <w:szCs w:val="24"/>
              </w:rPr>
              <w:t>Joanna Ferenc - Bar</w:t>
            </w:r>
          </w:p>
        </w:tc>
      </w:tr>
    </w:tbl>
    <w:p w14:paraId="3049CFF0" w14:textId="77777777" w:rsidR="002326DE" w:rsidRPr="009C54AE" w:rsidRDefault="002326DE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06E968F" w14:textId="77777777" w:rsidR="002326DE" w:rsidRPr="009C54AE" w:rsidRDefault="002326DE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D92A617" w14:textId="77777777" w:rsidR="002326DE" w:rsidRPr="009C54AE" w:rsidRDefault="002326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326DE" w:rsidRPr="009C54AE" w14:paraId="41A8E302" w14:textId="77777777" w:rsidTr="00C766DF">
        <w:tc>
          <w:tcPr>
            <w:tcW w:w="1048" w:type="dxa"/>
          </w:tcPr>
          <w:p w14:paraId="7DFABEC2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177502CD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EF942B8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3B817B4A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16395D4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1477DEF4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5B0F0B6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000F4732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52AEACE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3A7ED008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2DFF994D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55541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2326DE" w:rsidRPr="009C54AE" w14:paraId="13A4B704" w14:textId="77777777" w:rsidTr="00C766DF">
        <w:trPr>
          <w:trHeight w:val="453"/>
        </w:trPr>
        <w:tc>
          <w:tcPr>
            <w:tcW w:w="1048" w:type="dxa"/>
          </w:tcPr>
          <w:p w14:paraId="07199ADF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vAlign w:val="center"/>
          </w:tcPr>
          <w:p w14:paraId="7C571A00" w14:textId="3647D23C" w:rsidR="002326DE" w:rsidRPr="009C54AE" w:rsidRDefault="000F11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vAlign w:val="center"/>
          </w:tcPr>
          <w:p w14:paraId="348D6CA9" w14:textId="7C591C3D" w:rsidR="002326DE" w:rsidRPr="009C54AE" w:rsidRDefault="000F11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308E5035" w14:textId="6A6113B0" w:rsidR="002326DE" w:rsidRPr="009C54AE" w:rsidRDefault="00104D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vAlign w:val="center"/>
          </w:tcPr>
          <w:p w14:paraId="5EA7DFA9" w14:textId="019D4534" w:rsidR="002326DE" w:rsidRPr="009C54AE" w:rsidRDefault="000F11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693C5180" w14:textId="097484E1" w:rsidR="002326DE" w:rsidRPr="009C54AE" w:rsidRDefault="000F11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4A0F860C" w14:textId="561A6CED" w:rsidR="002326DE" w:rsidRPr="009C54AE" w:rsidRDefault="000F11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0965F70" w14:textId="4ED1A67D" w:rsidR="002326DE" w:rsidRPr="009C54AE" w:rsidRDefault="000F11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33D826CD" w14:textId="5BECD83C" w:rsidR="002326DE" w:rsidRPr="009C54AE" w:rsidRDefault="000F11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06555B85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13AC56" w14:textId="77777777" w:rsidR="002326DE" w:rsidRPr="009C54AE" w:rsidRDefault="002326DE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2D068A" w14:textId="77777777" w:rsidR="002326DE" w:rsidRPr="009C54AE" w:rsidRDefault="002326D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8F6E4C" w14:textId="77777777" w:rsidR="00820B89" w:rsidRDefault="00820B89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7B60A76F" w14:textId="2F8E70F0" w:rsidR="002326DE" w:rsidRPr="009C54AE" w:rsidRDefault="002326D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6043C38" w14:textId="77777777" w:rsidR="002326DE" w:rsidRPr="009C54AE" w:rsidRDefault="002326D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Sanpya" w:eastAsia="Sanpya" w:hAnsi="Sanpya" w:cs="Sanpya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B870397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A18A20" w14:textId="283052EF" w:rsidR="002326DE" w:rsidRDefault="002326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F1155">
        <w:rPr>
          <w:rFonts w:ascii="Corbel" w:hAnsi="Corbel"/>
          <w:b w:val="0"/>
          <w:smallCaps w:val="0"/>
          <w:szCs w:val="24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60EA6C32" w14:textId="1C459E0C" w:rsidR="000F1155" w:rsidRDefault="000F115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5CCEAB5" w14:textId="5CE4E23C" w:rsidR="000F1155" w:rsidRPr="000F1155" w:rsidRDefault="000F115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0F1155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264694C0" w14:textId="77777777" w:rsidR="002326D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C55F77" w14:textId="47871B8C" w:rsidR="002326DE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5389DB5" w14:textId="77777777" w:rsidR="00820B89" w:rsidRPr="009C54AE" w:rsidRDefault="00820B8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6FE8CA44" w14:textId="77777777" w:rsidTr="00745302">
        <w:tc>
          <w:tcPr>
            <w:tcW w:w="9670" w:type="dxa"/>
          </w:tcPr>
          <w:p w14:paraId="16DE7986" w14:textId="69B3E3C8" w:rsidR="002326DE" w:rsidRPr="009C54AE" w:rsidRDefault="002326D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podstawową wiedze teoretyczną z </w:t>
            </w:r>
            <w:r w:rsidR="000F11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ychopatologii ogólnej</w:t>
            </w:r>
            <w:r w:rsidR="000F11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0A48292" w14:textId="77777777" w:rsidR="002326DE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31FC38" w14:textId="0BB4242B" w:rsidR="002326DE" w:rsidRPr="00C05F44" w:rsidRDefault="00820B8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2326DE" w:rsidRPr="009C54AE">
        <w:rPr>
          <w:rFonts w:ascii="Corbel" w:hAnsi="Corbel"/>
          <w:szCs w:val="24"/>
        </w:rPr>
        <w:lastRenderedPageBreak/>
        <w:t xml:space="preserve">3. </w:t>
      </w:r>
      <w:r w:rsidR="002326DE">
        <w:rPr>
          <w:rFonts w:ascii="Corbel" w:hAnsi="Corbel"/>
          <w:szCs w:val="24"/>
        </w:rPr>
        <w:t>cele, efekty uczenia się</w:t>
      </w:r>
      <w:r w:rsidR="002326DE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A5E0BC" w14:textId="77777777" w:rsidR="002326DE" w:rsidRPr="00C05F44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AB77D2" w14:textId="77777777" w:rsidR="002326DE" w:rsidRDefault="002326DE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D207FDE" w14:textId="77777777" w:rsidR="002326DE" w:rsidRPr="009C54AE" w:rsidRDefault="002326DE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4F6A37" w:rsidRPr="009C54AE" w14:paraId="381AFC55" w14:textId="77777777" w:rsidTr="004F6A37">
        <w:tc>
          <w:tcPr>
            <w:tcW w:w="851" w:type="dxa"/>
            <w:vAlign w:val="center"/>
          </w:tcPr>
          <w:p w14:paraId="02D6338E" w14:textId="77777777" w:rsidR="004F6A37" w:rsidRPr="00155541" w:rsidRDefault="004F6A3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54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848222" w14:textId="77777777" w:rsidR="004F6A37" w:rsidRPr="00170554" w:rsidRDefault="004F6A37" w:rsidP="000F1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bCs/>
                <w:sz w:val="24"/>
                <w:szCs w:val="24"/>
              </w:rPr>
              <w:t xml:space="preserve">Zdobycie wiedzy z zakresu </w:t>
            </w:r>
            <w:r w:rsidRPr="00170554">
              <w:rPr>
                <w:rFonts w:ascii="Corbel" w:hAnsi="Corbel" w:cstheme="minorHAnsi"/>
                <w:color w:val="000000"/>
                <w:sz w:val="24"/>
                <w:szCs w:val="24"/>
                <w:shd w:val="clear" w:color="auto" w:fill="FFFFFF"/>
              </w:rPr>
              <w:t>umiejętności społecznych  w rehabilitacji zaburzeń psychicznych</w:t>
            </w:r>
          </w:p>
        </w:tc>
      </w:tr>
      <w:tr w:rsidR="004F6A37" w:rsidRPr="009C54AE" w14:paraId="64041272" w14:textId="77777777" w:rsidTr="004F6A37">
        <w:tc>
          <w:tcPr>
            <w:tcW w:w="851" w:type="dxa"/>
            <w:vAlign w:val="center"/>
          </w:tcPr>
          <w:p w14:paraId="7E4F0E7C" w14:textId="77777777" w:rsidR="004F6A37" w:rsidRPr="00155541" w:rsidRDefault="004F6A3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EBA16F" w14:textId="77777777" w:rsidR="004F6A37" w:rsidRPr="00170554" w:rsidRDefault="004F6A37" w:rsidP="000F1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 xml:space="preserve">Wykształcenie umiejętności komunikowania się w różnych przestrzeniach funkcjonowania jednostki ludzkiej </w:t>
            </w:r>
          </w:p>
        </w:tc>
      </w:tr>
      <w:tr w:rsidR="004F6A37" w:rsidRPr="009C54AE" w14:paraId="4B9C6D43" w14:textId="77777777" w:rsidTr="004F6A37">
        <w:tc>
          <w:tcPr>
            <w:tcW w:w="851" w:type="dxa"/>
            <w:vAlign w:val="center"/>
          </w:tcPr>
          <w:p w14:paraId="0B44894B" w14:textId="77777777" w:rsidR="004F6A37" w:rsidRPr="00155541" w:rsidRDefault="004F6A37" w:rsidP="00F276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54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F53A89C" w14:textId="77777777" w:rsidR="004F6A37" w:rsidRPr="00170554" w:rsidRDefault="004F6A37" w:rsidP="000F1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>Wykształcenie umiejętności świadomego korzystania z określonych modeli oraz wzorów w pracy z osobami/grupami o różnych zaburzeniach społecznych oraz z chorobami psychicznymi.</w:t>
            </w:r>
          </w:p>
        </w:tc>
      </w:tr>
      <w:tr w:rsidR="004F6A37" w:rsidRPr="009C54AE" w14:paraId="3093BC49" w14:textId="77777777" w:rsidTr="004F6A37">
        <w:tc>
          <w:tcPr>
            <w:tcW w:w="851" w:type="dxa"/>
            <w:vAlign w:val="center"/>
          </w:tcPr>
          <w:p w14:paraId="4B187CBB" w14:textId="77777777" w:rsidR="004F6A37" w:rsidRPr="00155541" w:rsidRDefault="004F6A3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575E02A" w14:textId="77777777" w:rsidR="004F6A37" w:rsidRPr="00170554" w:rsidRDefault="004F6A37" w:rsidP="000F1155">
            <w:pPr>
              <w:spacing w:after="0"/>
              <w:jc w:val="both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>Wykształcenie umiejętności przewidywania barier komunikacyjnych oraz przeciwdziałania im.</w:t>
            </w:r>
          </w:p>
        </w:tc>
      </w:tr>
    </w:tbl>
    <w:p w14:paraId="2EAAF70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D40F26" w14:textId="35365C9A" w:rsidR="002326DE" w:rsidRDefault="002326DE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18B5DD6" w14:textId="5A9B7EB5" w:rsidR="000F1155" w:rsidRDefault="000F1155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Style w:val="Tabela-Siatka"/>
        <w:tblW w:w="9497" w:type="dxa"/>
        <w:tblInd w:w="137" w:type="dxa"/>
        <w:tblLook w:val="04A0" w:firstRow="1" w:lastRow="0" w:firstColumn="1" w:lastColumn="0" w:noHBand="0" w:noVBand="1"/>
      </w:tblPr>
      <w:tblGrid>
        <w:gridCol w:w="1701"/>
        <w:gridCol w:w="5954"/>
        <w:gridCol w:w="1842"/>
      </w:tblGrid>
      <w:tr w:rsidR="000F1155" w14:paraId="59C13006" w14:textId="77777777" w:rsidTr="00601DC2">
        <w:tc>
          <w:tcPr>
            <w:tcW w:w="1701" w:type="dxa"/>
            <w:vAlign w:val="center"/>
          </w:tcPr>
          <w:p w14:paraId="16023031" w14:textId="57582793" w:rsidR="000F1155" w:rsidRPr="000F1155" w:rsidRDefault="000F1155" w:rsidP="000F1155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0F1155">
              <w:rPr>
                <w:rFonts w:ascii="Corbel" w:hAnsi="Corbel"/>
                <w:b/>
                <w:bCs/>
                <w:sz w:val="24"/>
                <w:szCs w:val="24"/>
              </w:rPr>
              <w:t>EK</w:t>
            </w:r>
            <w:r w:rsidRPr="000F1155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54" w:type="dxa"/>
            <w:vAlign w:val="center"/>
          </w:tcPr>
          <w:p w14:paraId="6CFF74D5" w14:textId="6BF3226B" w:rsidR="000F1155" w:rsidRPr="000F1155" w:rsidRDefault="000F1155" w:rsidP="000F1155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0F1155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2" w:type="dxa"/>
            <w:vAlign w:val="center"/>
          </w:tcPr>
          <w:p w14:paraId="1F31EF97" w14:textId="32A5C1EE" w:rsidR="000F1155" w:rsidRPr="000F1155" w:rsidRDefault="000F1155" w:rsidP="000F1155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0F1155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0F1155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0F1155" w14:paraId="2BDA34E6" w14:textId="77777777" w:rsidTr="000F1155">
        <w:tc>
          <w:tcPr>
            <w:tcW w:w="1701" w:type="dxa"/>
          </w:tcPr>
          <w:p w14:paraId="635C2A8C" w14:textId="42FDD619" w:rsidR="000F1155" w:rsidRPr="00A950D4" w:rsidRDefault="00A950D4" w:rsidP="000F1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54" w:type="dxa"/>
          </w:tcPr>
          <w:p w14:paraId="61D92AED" w14:textId="373F4627" w:rsidR="000F1155" w:rsidRPr="00A950D4" w:rsidRDefault="00A950D4" w:rsidP="00A950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6212C7">
              <w:rPr>
                <w:rFonts w:ascii="Corbel" w:hAnsi="Corbel"/>
                <w:sz w:val="24"/>
                <w:szCs w:val="24"/>
              </w:rPr>
              <w:t xml:space="preserve">zna i rozumie mechanizmy funkcjonowania człowieka </w:t>
            </w:r>
            <w:r>
              <w:rPr>
                <w:rFonts w:ascii="Corbel" w:hAnsi="Corbel"/>
                <w:sz w:val="24"/>
                <w:szCs w:val="24"/>
              </w:rPr>
              <w:t xml:space="preserve">zaburzonego psychicznie </w:t>
            </w:r>
            <w:r w:rsidRPr="006212C7">
              <w:rPr>
                <w:rFonts w:ascii="Corbel" w:hAnsi="Corbel"/>
                <w:sz w:val="24"/>
                <w:szCs w:val="24"/>
              </w:rPr>
              <w:t xml:space="preserve">w strukturach społecznych i instytucjach życia publicznego </w:t>
            </w:r>
            <w:r>
              <w:rPr>
                <w:rFonts w:ascii="Corbel" w:hAnsi="Corbel"/>
                <w:sz w:val="24"/>
                <w:szCs w:val="24"/>
              </w:rPr>
              <w:t>działających w obszarze rehabilitacji społecznej tych osób</w:t>
            </w:r>
          </w:p>
        </w:tc>
        <w:tc>
          <w:tcPr>
            <w:tcW w:w="1842" w:type="dxa"/>
          </w:tcPr>
          <w:p w14:paraId="6350BFC8" w14:textId="1453C3C3" w:rsidR="000F1155" w:rsidRDefault="00A950D4" w:rsidP="000F1155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0F1155" w14:paraId="5B5C394C" w14:textId="77777777" w:rsidTr="000F1155">
        <w:tc>
          <w:tcPr>
            <w:tcW w:w="1701" w:type="dxa"/>
          </w:tcPr>
          <w:p w14:paraId="6D2C1BD7" w14:textId="1BE10C03" w:rsidR="000F1155" w:rsidRPr="00A950D4" w:rsidRDefault="00A950D4" w:rsidP="000F1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54" w:type="dxa"/>
          </w:tcPr>
          <w:p w14:paraId="50350176" w14:textId="54030677" w:rsidR="000F1155" w:rsidRDefault="00A950D4" w:rsidP="00A950D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 xml:space="preserve">Student potrafi analizować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A950D4">
              <w:rPr>
                <w:rFonts w:ascii="Corbel" w:hAnsi="Corbel"/>
                <w:sz w:val="24"/>
                <w:szCs w:val="24"/>
              </w:rPr>
              <w:t xml:space="preserve"> rozwiązywać problemy </w:t>
            </w:r>
            <w:r>
              <w:rPr>
                <w:rFonts w:ascii="Corbel" w:hAnsi="Corbel"/>
                <w:sz w:val="24"/>
                <w:szCs w:val="24"/>
              </w:rPr>
              <w:t xml:space="preserve">z zakresu rehabilitacji społecznej </w:t>
            </w:r>
            <w:r w:rsidRPr="00A950D4">
              <w:rPr>
                <w:rFonts w:ascii="Corbel" w:hAnsi="Corbel"/>
                <w:sz w:val="24"/>
                <w:szCs w:val="24"/>
              </w:rPr>
              <w:t xml:space="preserve">odpowiednio uzasadniając swoje stanowisko oraz przeciwdziałać aktualnym problemom </w:t>
            </w:r>
            <w:r>
              <w:rPr>
                <w:rFonts w:ascii="Corbel" w:hAnsi="Corbel"/>
                <w:sz w:val="24"/>
                <w:szCs w:val="24"/>
              </w:rPr>
              <w:t>osób zaburzonych psychicznie</w:t>
            </w:r>
            <w:r w:rsidRPr="00A950D4">
              <w:rPr>
                <w:rFonts w:ascii="Corbel" w:hAnsi="Corbel"/>
                <w:sz w:val="24"/>
                <w:szCs w:val="24"/>
              </w:rPr>
              <w:t>, proponując w tym zakresie odpowiednie rozstrzygnięcia</w:t>
            </w:r>
          </w:p>
        </w:tc>
        <w:tc>
          <w:tcPr>
            <w:tcW w:w="1842" w:type="dxa"/>
          </w:tcPr>
          <w:p w14:paraId="1C85FD89" w14:textId="0E23D5CD" w:rsidR="000F1155" w:rsidRDefault="00A950D4" w:rsidP="000F1155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F1155" w14:paraId="1F156590" w14:textId="77777777" w:rsidTr="000F1155">
        <w:tc>
          <w:tcPr>
            <w:tcW w:w="1701" w:type="dxa"/>
          </w:tcPr>
          <w:p w14:paraId="7C0F1237" w14:textId="5F4DE990" w:rsidR="000F1155" w:rsidRPr="00A950D4" w:rsidRDefault="00A950D4" w:rsidP="000F1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54" w:type="dxa"/>
          </w:tcPr>
          <w:p w14:paraId="693AC09D" w14:textId="1AD1FE43" w:rsidR="000F1155" w:rsidRDefault="005E00E6" w:rsidP="005E00E6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5E00E6">
              <w:rPr>
                <w:rFonts w:ascii="Corbel" w:hAnsi="Corbel"/>
                <w:sz w:val="24"/>
                <w:szCs w:val="24"/>
              </w:rPr>
              <w:t>Student potrafi planować własny rozwój zawodowy oraz dbać o podnoszenie swoich kwalifikacji i kompetencji z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5E00E6">
              <w:rPr>
                <w:rFonts w:ascii="Corbel" w:hAnsi="Corbel"/>
                <w:sz w:val="24"/>
                <w:szCs w:val="24"/>
              </w:rPr>
              <w:t xml:space="preserve"> zakresu pracy socjalnej z osobami zaburzonymi psychicznie m.in. poprzez uczestnictwo w szkoleniach, warsztatach,</w:t>
            </w:r>
            <w:r>
              <w:rPr>
                <w:rFonts w:ascii="Corbel" w:hAnsi="Corbel"/>
                <w:sz w:val="24"/>
                <w:szCs w:val="24"/>
              </w:rPr>
              <w:t xml:space="preserve"> kursach podyplomowych,</w:t>
            </w:r>
            <w:r w:rsidRPr="005E00E6">
              <w:rPr>
                <w:rFonts w:ascii="Corbel" w:hAnsi="Corbel"/>
                <w:sz w:val="24"/>
                <w:szCs w:val="24"/>
              </w:rPr>
              <w:t xml:space="preserve"> itp.</w:t>
            </w:r>
          </w:p>
        </w:tc>
        <w:tc>
          <w:tcPr>
            <w:tcW w:w="1842" w:type="dxa"/>
          </w:tcPr>
          <w:p w14:paraId="0DFC31F6" w14:textId="4B85BF21" w:rsidR="000F1155" w:rsidRDefault="00AD051F" w:rsidP="000F1155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BD46F6">
              <w:rPr>
                <w:rFonts w:ascii="Corbel" w:hAnsi="Corbel"/>
                <w:sz w:val="24"/>
                <w:szCs w:val="24"/>
              </w:rPr>
              <w:t>K_U17</w:t>
            </w:r>
          </w:p>
        </w:tc>
      </w:tr>
      <w:tr w:rsidR="000F1155" w14:paraId="2B3E7B0D" w14:textId="77777777" w:rsidTr="000F1155">
        <w:tc>
          <w:tcPr>
            <w:tcW w:w="1701" w:type="dxa"/>
          </w:tcPr>
          <w:p w14:paraId="12E60BD3" w14:textId="286AE951" w:rsidR="000F1155" w:rsidRPr="00A950D4" w:rsidRDefault="00A950D4" w:rsidP="000F1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54" w:type="dxa"/>
          </w:tcPr>
          <w:p w14:paraId="1E604E35" w14:textId="692E4958" w:rsidR="000F1155" w:rsidRPr="00F64B3C" w:rsidRDefault="00F64B3C" w:rsidP="00F64B3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4B3C">
              <w:rPr>
                <w:rFonts w:ascii="Corbel" w:hAnsi="Corbel"/>
                <w:sz w:val="24"/>
                <w:szCs w:val="24"/>
              </w:rPr>
              <w:t>Student posiada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4B3C">
              <w:rPr>
                <w:rFonts w:ascii="Corbel" w:hAnsi="Corbel"/>
                <w:sz w:val="24"/>
                <w:szCs w:val="24"/>
              </w:rPr>
              <w:t>zdolność 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4B3C">
              <w:rPr>
                <w:rFonts w:ascii="Corbel" w:hAnsi="Corbel"/>
                <w:sz w:val="24"/>
                <w:szCs w:val="24"/>
              </w:rPr>
              <w:t>tworzenia i rozwijania kontaktów z otoczeniem społecznym (</w:t>
            </w:r>
            <w:r>
              <w:rPr>
                <w:rFonts w:ascii="Corbel" w:hAnsi="Corbel"/>
                <w:sz w:val="24"/>
                <w:szCs w:val="24"/>
              </w:rPr>
              <w:t>np. domami pomocy społecznej dla osób z zaburzeniami psychicznymi, warsztatami terapii zajęciowej, wybranymi organizacjami pozarządowymi działającymi na rzecz osób z  niepełnosprawnością psychiczną</w:t>
            </w:r>
            <w:r w:rsidRPr="00F64B3C">
              <w:rPr>
                <w:rFonts w:ascii="Corbel" w:hAnsi="Corbel"/>
                <w:sz w:val="24"/>
                <w:szCs w:val="24"/>
              </w:rPr>
              <w:t>) oraz współpracy</w:t>
            </w:r>
            <w:r>
              <w:rPr>
                <w:rFonts w:ascii="Corbel" w:hAnsi="Corbel"/>
                <w:sz w:val="24"/>
                <w:szCs w:val="24"/>
              </w:rPr>
              <w:t xml:space="preserve"> z nimi</w:t>
            </w:r>
            <w:r w:rsidRPr="00F64B3C">
              <w:rPr>
                <w:rFonts w:ascii="Corbel" w:hAnsi="Corbel"/>
                <w:sz w:val="24"/>
                <w:szCs w:val="24"/>
              </w:rPr>
              <w:t xml:space="preserve"> na rzecz rozwiązywania problemów z zakres</w:t>
            </w:r>
            <w:r>
              <w:rPr>
                <w:rFonts w:ascii="Corbel" w:hAnsi="Corbel"/>
                <w:sz w:val="24"/>
                <w:szCs w:val="24"/>
              </w:rPr>
              <w:t>u zaburzeń i  chorób psychicznych</w:t>
            </w:r>
          </w:p>
        </w:tc>
        <w:tc>
          <w:tcPr>
            <w:tcW w:w="1842" w:type="dxa"/>
          </w:tcPr>
          <w:p w14:paraId="6FA515B4" w14:textId="1AAB5D34" w:rsidR="000F1155" w:rsidRDefault="00F64B3C" w:rsidP="000F1155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F64B3C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F1155" w14:paraId="1DBA1EED" w14:textId="77777777" w:rsidTr="000F1155">
        <w:tc>
          <w:tcPr>
            <w:tcW w:w="1701" w:type="dxa"/>
          </w:tcPr>
          <w:p w14:paraId="1703617D" w14:textId="7126B092" w:rsidR="000F1155" w:rsidRPr="00A950D4" w:rsidRDefault="00A950D4" w:rsidP="000F11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50D4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54" w:type="dxa"/>
          </w:tcPr>
          <w:p w14:paraId="77BFC1FD" w14:textId="180F3C18" w:rsidR="000F1155" w:rsidRDefault="00F64B3C" w:rsidP="00F64B3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61386A">
              <w:rPr>
                <w:rFonts w:ascii="Corbel" w:hAnsi="Corbel"/>
                <w:sz w:val="24"/>
                <w:szCs w:val="24"/>
              </w:rPr>
              <w:t xml:space="preserve">Student ma zdolność posługiwania się podejściami teoretycznymi w analizowaniu różnych aspektów ludzkich zachowań </w:t>
            </w:r>
            <w:r w:rsidR="0061386A" w:rsidRPr="0061386A">
              <w:rPr>
                <w:rFonts w:ascii="Corbel" w:hAnsi="Corbel"/>
                <w:sz w:val="24"/>
                <w:szCs w:val="24"/>
              </w:rPr>
              <w:t xml:space="preserve">mieszczących się w spectrum zaburzeń i chorób psychicznych </w:t>
            </w:r>
            <w:r w:rsidRPr="0061386A">
              <w:rPr>
                <w:rFonts w:ascii="Corbel" w:hAnsi="Corbel"/>
                <w:sz w:val="24"/>
                <w:szCs w:val="24"/>
              </w:rPr>
              <w:t xml:space="preserve">w celu diagnozowania, prognozowania oraz formułowania programów działań socjalnych w oparciu o </w:t>
            </w:r>
            <w:r w:rsidRPr="0061386A">
              <w:rPr>
                <w:rFonts w:ascii="Corbel" w:hAnsi="Corbel"/>
                <w:sz w:val="24"/>
                <w:szCs w:val="24"/>
              </w:rPr>
              <w:lastRenderedPageBreak/>
              <w:t xml:space="preserve">konsultacje z </w:t>
            </w:r>
            <w:r w:rsidR="0061386A" w:rsidRPr="0061386A">
              <w:rPr>
                <w:rFonts w:ascii="Corbel" w:hAnsi="Corbel"/>
                <w:sz w:val="24"/>
                <w:szCs w:val="24"/>
              </w:rPr>
              <w:t>interesariuszami zewnętrznymi (np. domami pomocy społecznej, warsztatami terapii zajęciowej, organizacjami pozarządowymi).</w:t>
            </w:r>
          </w:p>
        </w:tc>
        <w:tc>
          <w:tcPr>
            <w:tcW w:w="1842" w:type="dxa"/>
          </w:tcPr>
          <w:p w14:paraId="1281EEFD" w14:textId="6BB43F8D" w:rsidR="000F1155" w:rsidRDefault="00F64B3C" w:rsidP="000F1155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61386A">
              <w:rPr>
                <w:rFonts w:ascii="Corbel" w:hAnsi="Corbel"/>
                <w:sz w:val="24"/>
                <w:szCs w:val="24"/>
              </w:rPr>
              <w:lastRenderedPageBreak/>
              <w:t>K_K07</w:t>
            </w:r>
          </w:p>
        </w:tc>
      </w:tr>
    </w:tbl>
    <w:p w14:paraId="355620D0" w14:textId="77777777" w:rsidR="002326DE" w:rsidRPr="009C54AE" w:rsidRDefault="002326D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BBE90D" w14:textId="77777777" w:rsidR="002326DE" w:rsidRPr="009C54AE" w:rsidRDefault="002326D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5E88770" w14:textId="77777777" w:rsidR="002326DE" w:rsidRPr="009C54AE" w:rsidRDefault="002326DE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A0CD38" w14:textId="77777777" w:rsidR="002326DE" w:rsidRPr="009C54AE" w:rsidRDefault="002326D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59312E6F" w14:textId="77777777" w:rsidTr="00923D7D">
        <w:tc>
          <w:tcPr>
            <w:tcW w:w="9639" w:type="dxa"/>
          </w:tcPr>
          <w:p w14:paraId="57EDCF29" w14:textId="77777777" w:rsidR="002326DE" w:rsidRPr="009C54AE" w:rsidRDefault="002326D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386A" w:rsidRPr="009C54AE" w14:paraId="4E1C24AA" w14:textId="77777777" w:rsidTr="00923D7D">
        <w:tc>
          <w:tcPr>
            <w:tcW w:w="9639" w:type="dxa"/>
          </w:tcPr>
          <w:p w14:paraId="4319C15F" w14:textId="28B76EB7" w:rsidR="0061386A" w:rsidRPr="009C54AE" w:rsidRDefault="0061386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B1189A5" w14:textId="77777777" w:rsidR="002326DE" w:rsidRPr="009C54AE" w:rsidRDefault="002326D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DA5ACD" w14:textId="77777777" w:rsidR="002326DE" w:rsidRPr="009C54AE" w:rsidRDefault="002326DE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5DA5ED7" w14:textId="201F3DF8" w:rsidR="002326DE" w:rsidRDefault="002326DE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1386A" w:rsidRPr="0061386A" w14:paraId="0F42F4BC" w14:textId="77777777" w:rsidTr="0061386A">
        <w:tc>
          <w:tcPr>
            <w:tcW w:w="9520" w:type="dxa"/>
          </w:tcPr>
          <w:p w14:paraId="3BED076F" w14:textId="77777777" w:rsidR="0061386A" w:rsidRPr="0061386A" w:rsidRDefault="0061386A" w:rsidP="0061386A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61386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386A" w:rsidRPr="0061386A" w14:paraId="006B6DC0" w14:textId="77777777" w:rsidTr="0061386A">
        <w:tc>
          <w:tcPr>
            <w:tcW w:w="9520" w:type="dxa"/>
          </w:tcPr>
          <w:p w14:paraId="16B387BF" w14:textId="0341A2C2" w:rsidR="0061386A" w:rsidRPr="0061386A" w:rsidRDefault="0061386A" w:rsidP="0061386A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1386A">
              <w:rPr>
                <w:rFonts w:ascii="Corbel" w:hAnsi="Corbel"/>
                <w:color w:val="000000"/>
                <w:sz w:val="24"/>
                <w:szCs w:val="24"/>
              </w:rPr>
              <w:t>Analiza poszczególnych zaburzeń psychicznych.</w:t>
            </w:r>
          </w:p>
        </w:tc>
      </w:tr>
      <w:tr w:rsidR="0061386A" w:rsidRPr="0061386A" w14:paraId="19A01938" w14:textId="77777777" w:rsidTr="0061386A">
        <w:tc>
          <w:tcPr>
            <w:tcW w:w="9520" w:type="dxa"/>
          </w:tcPr>
          <w:p w14:paraId="345E1D8A" w14:textId="35239312" w:rsidR="0061386A" w:rsidRPr="0061386A" w:rsidRDefault="0061386A" w:rsidP="0061386A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1386A">
              <w:rPr>
                <w:rFonts w:ascii="Corbel" w:hAnsi="Corbel"/>
                <w:color w:val="000000"/>
                <w:sz w:val="24"/>
                <w:szCs w:val="24"/>
              </w:rPr>
              <w:t>Samodzielność i samoobsługa na przykładzie zaburzeń w autyzmie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61386A" w:rsidRPr="0061386A" w14:paraId="0BCB7181" w14:textId="77777777" w:rsidTr="0061386A">
        <w:tc>
          <w:tcPr>
            <w:tcW w:w="9520" w:type="dxa"/>
          </w:tcPr>
          <w:p w14:paraId="103D5021" w14:textId="7C7FF3D4" w:rsidR="0061386A" w:rsidRPr="0061386A" w:rsidRDefault="0061386A" w:rsidP="0061386A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Praca zespołowa (ćwiczenia z zakresu):</w:t>
            </w:r>
          </w:p>
          <w:p w14:paraId="7D244043" w14:textId="53BA17D5" w:rsidR="0061386A" w:rsidRPr="00170554" w:rsidRDefault="0061386A" w:rsidP="006138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umiejętności społecznych</w:t>
            </w:r>
          </w:p>
          <w:p w14:paraId="72C24824" w14:textId="25311E1F" w:rsidR="0061386A" w:rsidRPr="00170554" w:rsidRDefault="0061386A" w:rsidP="006138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rozwiązywania problemów w trudnych sytuacjach międzyludzkich</w:t>
            </w:r>
          </w:p>
          <w:p w14:paraId="22568C62" w14:textId="685D59A2" w:rsidR="0061386A" w:rsidRPr="00170554" w:rsidRDefault="0061386A" w:rsidP="006138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podstawowych umiejętności prowadzenia rozmowy</w:t>
            </w:r>
          </w:p>
          <w:p w14:paraId="6D545674" w14:textId="60449BE7" w:rsidR="0061386A" w:rsidRPr="00170554" w:rsidRDefault="0061386A" w:rsidP="006138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w zakresie wyglądu zewnętrznego i higieny osobistej</w:t>
            </w:r>
          </w:p>
          <w:p w14:paraId="57858B96" w14:textId="6E37EFE4" w:rsidR="0061386A" w:rsidRPr="00170554" w:rsidRDefault="0061386A" w:rsidP="006138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 kulinarn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ego</w:t>
            </w:r>
          </w:p>
          <w:p w14:paraId="3948E59D" w14:textId="00BF0E24" w:rsidR="0061386A" w:rsidRPr="00170554" w:rsidRDefault="0061386A" w:rsidP="006138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budżetow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ego</w:t>
            </w:r>
          </w:p>
          <w:p w14:paraId="2DF42F68" w14:textId="29AE4718" w:rsidR="0061386A" w:rsidRPr="0061386A" w:rsidRDefault="0061386A" w:rsidP="006138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u </w:t>
            </w: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umiejętności praktycznych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61386A" w:rsidRPr="0061386A" w14:paraId="79D4FAB2" w14:textId="77777777" w:rsidTr="0061386A">
        <w:tc>
          <w:tcPr>
            <w:tcW w:w="9520" w:type="dxa"/>
          </w:tcPr>
          <w:p w14:paraId="16CE0CFD" w14:textId="5F2B5F60" w:rsidR="0061386A" w:rsidRPr="0061386A" w:rsidRDefault="0061386A" w:rsidP="0061386A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Przygotowanie do podjęcia zatrudnienia związanego z pracą z osobami zaburzonymi psychicznie.</w:t>
            </w:r>
          </w:p>
        </w:tc>
      </w:tr>
    </w:tbl>
    <w:p w14:paraId="6B19AB1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6047F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1A76650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C07C3E" w14:textId="361B079F" w:rsidR="002326DE" w:rsidRPr="00267296" w:rsidRDefault="0061386A" w:rsidP="00170554">
      <w:pPr>
        <w:pStyle w:val="Punktygwne"/>
        <w:spacing w:before="0" w:after="0"/>
        <w:jc w:val="both"/>
        <w:rPr>
          <w:rFonts w:ascii="Corbel" w:hAnsi="Corbel"/>
          <w:sz w:val="22"/>
          <w:szCs w:val="20"/>
        </w:rPr>
      </w:pPr>
      <w:r w:rsidRPr="0061386A">
        <w:rPr>
          <w:rFonts w:ascii="Corbel" w:hAnsi="Corbel"/>
          <w:b w:val="0"/>
          <w:iCs/>
          <w:smallCaps w:val="0"/>
          <w:sz w:val="22"/>
          <w:szCs w:val="20"/>
        </w:rPr>
        <w:t>Konwersatorium:</w:t>
      </w:r>
      <w:r>
        <w:rPr>
          <w:rFonts w:ascii="Corbel" w:hAnsi="Corbel"/>
          <w:b w:val="0"/>
          <w:i/>
          <w:smallCaps w:val="0"/>
          <w:sz w:val="22"/>
          <w:szCs w:val="20"/>
        </w:rPr>
        <w:t xml:space="preserve"> w</w:t>
      </w:r>
      <w:r w:rsidR="002326DE" w:rsidRPr="00267296">
        <w:rPr>
          <w:rFonts w:ascii="Corbel" w:hAnsi="Corbel"/>
          <w:b w:val="0"/>
          <w:i/>
          <w:smallCaps w:val="0"/>
          <w:sz w:val="22"/>
          <w:szCs w:val="20"/>
        </w:rPr>
        <w:t>ykład z prezentacją multimedialną, analiza tekstów z dyskusją, praca w grupach (rozwiązywanie zadań, dyskusja)</w:t>
      </w:r>
      <w:r>
        <w:rPr>
          <w:rFonts w:ascii="Corbel" w:hAnsi="Corbel"/>
          <w:b w:val="0"/>
          <w:i/>
          <w:smallCaps w:val="0"/>
          <w:sz w:val="22"/>
          <w:szCs w:val="20"/>
        </w:rPr>
        <w:t>.</w:t>
      </w:r>
    </w:p>
    <w:p w14:paraId="21D87694" w14:textId="77777777" w:rsidR="002326D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BA7B8" w14:textId="77777777" w:rsidR="002326DE" w:rsidRPr="009C54A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B2DEDA5" w14:textId="77777777" w:rsidR="002326DE" w:rsidRPr="009C54A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2CECD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2C44BB1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1"/>
        <w:gridCol w:w="5438"/>
        <w:gridCol w:w="2121"/>
      </w:tblGrid>
      <w:tr w:rsidR="002326DE" w:rsidRPr="009C54AE" w14:paraId="42DFAB4E" w14:textId="77777777" w:rsidTr="0061386A">
        <w:tc>
          <w:tcPr>
            <w:tcW w:w="1961" w:type="dxa"/>
            <w:vAlign w:val="center"/>
          </w:tcPr>
          <w:p w14:paraId="3F988823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9AB8174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922EB6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3A16C15A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046D3E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326DE" w:rsidRPr="009C54AE" w14:paraId="12E392B3" w14:textId="77777777" w:rsidTr="0061386A">
        <w:tc>
          <w:tcPr>
            <w:tcW w:w="1961" w:type="dxa"/>
          </w:tcPr>
          <w:p w14:paraId="19BBA9A1" w14:textId="3A7AD71F" w:rsidR="002326DE" w:rsidRPr="009C54AE" w:rsidRDefault="0017055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2326DE"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38" w:type="dxa"/>
          </w:tcPr>
          <w:p w14:paraId="4F67343E" w14:textId="77777777" w:rsidR="002326DE" w:rsidRPr="0061386A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14:paraId="454C158D" w14:textId="082241E8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  <w:r w:rsidR="0061386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1386A" w:rsidRPr="009C54AE" w14:paraId="4B7BC342" w14:textId="77777777" w:rsidTr="0061386A">
        <w:tc>
          <w:tcPr>
            <w:tcW w:w="1961" w:type="dxa"/>
          </w:tcPr>
          <w:p w14:paraId="6F61B12B" w14:textId="0CAEB41D" w:rsid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8" w:type="dxa"/>
          </w:tcPr>
          <w:p w14:paraId="11D6AFC4" w14:textId="3048F6B6" w:rsidR="0061386A" w:rsidRP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14:paraId="7421B077" w14:textId="3580AACB" w:rsid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386A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61386A" w:rsidRPr="009C54AE" w14:paraId="0CD5C9D4" w14:textId="77777777" w:rsidTr="0061386A">
        <w:tc>
          <w:tcPr>
            <w:tcW w:w="1961" w:type="dxa"/>
          </w:tcPr>
          <w:p w14:paraId="2560B27E" w14:textId="05AA2F3B" w:rsid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09AC5821" w14:textId="30CF4CF0" w:rsidR="0061386A" w:rsidRP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14:paraId="33BDA0FD" w14:textId="3959516B" w:rsid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61386A" w:rsidRPr="009C54AE" w14:paraId="7FC30DE0" w14:textId="77777777" w:rsidTr="0061386A">
        <w:tc>
          <w:tcPr>
            <w:tcW w:w="1961" w:type="dxa"/>
          </w:tcPr>
          <w:p w14:paraId="0C327451" w14:textId="4752D9CF" w:rsid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06A50C4A" w14:textId="03940D11" w:rsidR="0061386A" w:rsidRP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14:paraId="04D52397" w14:textId="329547D8" w:rsid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61386A" w:rsidRPr="009C54AE" w14:paraId="2831F8EB" w14:textId="77777777" w:rsidTr="0061386A">
        <w:tc>
          <w:tcPr>
            <w:tcW w:w="1961" w:type="dxa"/>
          </w:tcPr>
          <w:p w14:paraId="569F3C82" w14:textId="68881FC2" w:rsid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35E12B8E" w14:textId="4F330876" w:rsidR="0061386A" w:rsidRP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61386A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14:paraId="1A50C8BF" w14:textId="23F1F85F" w:rsidR="0061386A" w:rsidRDefault="0061386A" w:rsidP="006138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49A08483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205B34" w14:textId="0D79F8EF" w:rsidR="002326DE" w:rsidRPr="009C54AE" w:rsidRDefault="002326DE" w:rsidP="00C204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388ADFE9" w14:textId="77777777" w:rsidTr="4AC60C5F">
        <w:tc>
          <w:tcPr>
            <w:tcW w:w="9670" w:type="dxa"/>
          </w:tcPr>
          <w:p w14:paraId="252FDF01" w14:textId="2914468A" w:rsidR="002326DE" w:rsidRPr="009C54AE" w:rsidRDefault="00170554" w:rsidP="4AC60C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AC60C5F">
              <w:rPr>
                <w:rFonts w:ascii="Corbel" w:hAnsi="Corbel"/>
                <w:b w:val="0"/>
                <w:smallCaps w:val="0"/>
              </w:rPr>
              <w:t>Kolokwium zaliczeniowe</w:t>
            </w:r>
            <w:r w:rsidR="0061386A" w:rsidRPr="4AC60C5F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6096A233" w14:textId="75FD3227" w:rsidR="002326DE" w:rsidRPr="009C54AE" w:rsidRDefault="002326DE" w:rsidP="00C2040F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DD95C1E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2326DE" w:rsidRPr="009C54AE" w14:paraId="4AD70F93" w14:textId="77777777" w:rsidTr="003E1941">
        <w:tc>
          <w:tcPr>
            <w:tcW w:w="4962" w:type="dxa"/>
            <w:vAlign w:val="center"/>
          </w:tcPr>
          <w:p w14:paraId="66AF995A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99B0335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326DE" w:rsidRPr="009C54AE" w14:paraId="554964EE" w14:textId="77777777" w:rsidTr="00923D7D">
        <w:tc>
          <w:tcPr>
            <w:tcW w:w="4962" w:type="dxa"/>
          </w:tcPr>
          <w:p w14:paraId="377D560A" w14:textId="7A74FDAC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5A9D17" w14:textId="092C3AFC" w:rsidR="002326DE" w:rsidRPr="009C54AE" w:rsidRDefault="00104D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326DE" w:rsidRPr="009C54AE" w14:paraId="21AD85F4" w14:textId="77777777" w:rsidTr="00923D7D">
        <w:tc>
          <w:tcPr>
            <w:tcW w:w="4962" w:type="dxa"/>
          </w:tcPr>
          <w:p w14:paraId="7BB1D5AD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5F382B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FAC03C" w14:textId="24B2F6C4" w:rsidR="002326DE" w:rsidRPr="009C54AE" w:rsidRDefault="001705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326DE" w:rsidRPr="009C54AE" w14:paraId="68A924B0" w14:textId="77777777" w:rsidTr="00923D7D">
        <w:tc>
          <w:tcPr>
            <w:tcW w:w="4962" w:type="dxa"/>
          </w:tcPr>
          <w:p w14:paraId="18F8B869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8C754A9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20799EF" w14:textId="357B4F82" w:rsidR="002326DE" w:rsidRPr="009C54AE" w:rsidRDefault="00104D41" w:rsidP="00DE2E60">
            <w:r>
              <w:t>4</w:t>
            </w:r>
            <w:r w:rsidR="00170554">
              <w:t>3</w:t>
            </w:r>
          </w:p>
        </w:tc>
      </w:tr>
      <w:tr w:rsidR="002326DE" w:rsidRPr="009C54AE" w14:paraId="690580EC" w14:textId="77777777" w:rsidTr="00923D7D">
        <w:tc>
          <w:tcPr>
            <w:tcW w:w="4962" w:type="dxa"/>
          </w:tcPr>
          <w:p w14:paraId="3BF15CFD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8922B6" w14:textId="66D2AAD9" w:rsidR="002326DE" w:rsidRPr="009C54AE" w:rsidRDefault="002326DE" w:rsidP="00DE2E60">
            <w:r>
              <w:t>7</w:t>
            </w:r>
            <w:r w:rsidR="006212C7">
              <w:t>5</w:t>
            </w:r>
          </w:p>
        </w:tc>
      </w:tr>
      <w:tr w:rsidR="002326DE" w:rsidRPr="009C54AE" w14:paraId="5E38283E" w14:textId="77777777" w:rsidTr="00923D7D">
        <w:tc>
          <w:tcPr>
            <w:tcW w:w="4962" w:type="dxa"/>
          </w:tcPr>
          <w:p w14:paraId="132FD1A7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8AA712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CB009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3AA1720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5CF8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4379B5B" w14:textId="77777777" w:rsidR="002326DE" w:rsidRPr="009C54AE" w:rsidRDefault="002326DE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820B89" w:rsidRPr="009C54AE" w14:paraId="6CC534E5" w14:textId="77777777" w:rsidTr="0071620A">
        <w:trPr>
          <w:trHeight w:val="397"/>
        </w:trPr>
        <w:tc>
          <w:tcPr>
            <w:tcW w:w="3544" w:type="dxa"/>
          </w:tcPr>
          <w:p w14:paraId="044FAAB5" w14:textId="77777777" w:rsidR="00820B89" w:rsidRPr="009C54AE" w:rsidRDefault="00820B89" w:rsidP="00820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54A184" w14:textId="628885F1" w:rsidR="00820B89" w:rsidRPr="00820B89" w:rsidRDefault="00C2040F" w:rsidP="00820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n</w:t>
            </w:r>
            <w:r w:rsidR="00820B89" w:rsidRPr="00820B89">
              <w:rPr>
                <w:rFonts w:ascii="Corbel" w:hAnsi="Corbel"/>
                <w:b w:val="0"/>
              </w:rPr>
              <w:t>ie dotyczy</w:t>
            </w:r>
          </w:p>
        </w:tc>
      </w:tr>
      <w:tr w:rsidR="00820B89" w:rsidRPr="009C54AE" w14:paraId="04E68D09" w14:textId="77777777" w:rsidTr="0071620A">
        <w:trPr>
          <w:trHeight w:val="397"/>
        </w:trPr>
        <w:tc>
          <w:tcPr>
            <w:tcW w:w="3544" w:type="dxa"/>
          </w:tcPr>
          <w:p w14:paraId="648B1D6A" w14:textId="77777777" w:rsidR="00820B89" w:rsidRPr="009C54AE" w:rsidRDefault="00820B89" w:rsidP="00820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F45ED3" w14:textId="276622A9" w:rsidR="00820B89" w:rsidRPr="00820B89" w:rsidRDefault="00C2040F" w:rsidP="00820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n</w:t>
            </w:r>
            <w:r w:rsidR="00820B89" w:rsidRPr="00820B89">
              <w:rPr>
                <w:rFonts w:ascii="Corbel" w:hAnsi="Corbel"/>
                <w:b w:val="0"/>
              </w:rPr>
              <w:t>ie dotyczy</w:t>
            </w:r>
          </w:p>
        </w:tc>
      </w:tr>
    </w:tbl>
    <w:p w14:paraId="1BBD5795" w14:textId="77777777" w:rsidR="002326DE" w:rsidRPr="009C54AE" w:rsidRDefault="002326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D5A347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3E5C4D2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2326DE" w:rsidRPr="009C54AE" w14:paraId="40B1FE90" w14:textId="77777777" w:rsidTr="0071620A">
        <w:trPr>
          <w:trHeight w:val="397"/>
        </w:trPr>
        <w:tc>
          <w:tcPr>
            <w:tcW w:w="7513" w:type="dxa"/>
          </w:tcPr>
          <w:p w14:paraId="40BC6097" w14:textId="55AA5BF2" w:rsidR="002326D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D156ADF" w14:textId="77777777" w:rsidR="006B5C60" w:rsidRDefault="006B5C60" w:rsidP="006B5C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szCs w:val="24"/>
              </w:rPr>
              <w:t>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rpiałkowska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(2009).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Psychopatologia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Scholar.</w:t>
            </w:r>
          </w:p>
          <w:p w14:paraId="79B1B17E" w14:textId="77777777" w:rsidR="006B5C60" w:rsidRDefault="006B5C60" w:rsidP="006B5C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szCs w:val="24"/>
              </w:rPr>
              <w:t>Corey G.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Teoria i praktyka poradnictwa i psychoterapii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>Zysk i S-ka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F32FBA" w14:textId="77777777" w:rsidR="006B5C60" w:rsidRDefault="006B5C60" w:rsidP="006B5C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rig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Zimbardo P. G. (2006).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B5C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i życie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Naukowe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C7ABD45" w14:textId="77777777" w:rsidR="006B5C60" w:rsidRPr="009C54AE" w:rsidRDefault="006B5C60" w:rsidP="006B5C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04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Goldenberg H., Goldenberg I. (2006). </w:t>
            </w:r>
            <w:r w:rsidRPr="0072043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Terapia rodzin</w:t>
            </w:r>
            <w:r w:rsidRPr="007204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Jagiellońskiego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BBC03F2" w14:textId="34F3DCE8" w:rsidR="006B5C60" w:rsidRPr="00170554" w:rsidRDefault="006B5C60" w:rsidP="006B5C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Grzesiuk L.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(2005).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Psychoterapia. Teoria. Podręcznik akademicki.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Eneteia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5D25275" w14:textId="46F00267" w:rsidR="00170554" w:rsidRPr="009C54AE" w:rsidRDefault="006B5C60" w:rsidP="006B5C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Grzesiuk L.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(2006).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Psychoterapia. Praktyka. Podręcznik akademicki.</w:t>
            </w:r>
            <w:r w:rsidRPr="00C2040F">
              <w:rPr>
                <w:rFonts w:ascii="Corbel" w:hAnsi="Corbel"/>
                <w:color w:val="000000"/>
                <w:sz w:val="22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Eneteia.</w:t>
            </w:r>
          </w:p>
        </w:tc>
      </w:tr>
      <w:tr w:rsidR="002326DE" w:rsidRPr="009C54AE" w14:paraId="480F9AC6" w14:textId="77777777" w:rsidTr="0071620A">
        <w:trPr>
          <w:trHeight w:val="397"/>
        </w:trPr>
        <w:tc>
          <w:tcPr>
            <w:tcW w:w="7513" w:type="dxa"/>
          </w:tcPr>
          <w:p w14:paraId="098AA72E" w14:textId="77777777" w:rsidR="006B5C60" w:rsidRDefault="002326DE" w:rsidP="006B5C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7FACAA" w14:textId="6D586DE8" w:rsidR="00170554" w:rsidRPr="006B5C60" w:rsidRDefault="00170554" w:rsidP="006B5C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Jones D.</w:t>
            </w:r>
            <w:r w:rsid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(2012).</w:t>
            </w:r>
            <w:r w:rsidRPr="0017055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Psychoterapia krótkoterminowa. Jak stać się terapeutą?</w:t>
            </w:r>
            <w:r w:rsidR="006B5C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6B5C60" w:rsidRP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Łódź: Wydawnictwo Poligraf</w:t>
            </w:r>
            <w:r w:rsid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19B16D6E" w14:textId="77777777" w:rsidR="002326DE" w:rsidRPr="009C54AE" w:rsidRDefault="002326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BFE416" w14:textId="77777777" w:rsidR="002326DE" w:rsidRPr="009C54AE" w:rsidRDefault="002326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DF2A3" w14:textId="77777777" w:rsidR="002326DE" w:rsidRPr="009C54AE" w:rsidRDefault="002326D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326DE" w:rsidRPr="009C54AE" w:rsidSect="00D432AC">
      <w:footerReference w:type="default" r:id="rId9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76905" w14:textId="77777777" w:rsidR="00C05F68" w:rsidRDefault="00C05F68" w:rsidP="00C16ABF">
      <w:pPr>
        <w:spacing w:after="0" w:line="240" w:lineRule="auto"/>
      </w:pPr>
      <w:r>
        <w:separator/>
      </w:r>
    </w:p>
  </w:endnote>
  <w:endnote w:type="continuationSeparator" w:id="0">
    <w:p w14:paraId="202FA261" w14:textId="77777777" w:rsidR="00C05F68" w:rsidRDefault="00C05F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pya">
    <w:altName w:val="Microsoft YaHei"/>
    <w:charset w:val="86"/>
    <w:family w:val="auto"/>
    <w:pitch w:val="variable"/>
    <w:sig w:usb0="00000000" w:usb1="1A8E0000" w:usb2="04000010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8537257"/>
      <w:docPartObj>
        <w:docPartGallery w:val="Page Numbers (Bottom of Page)"/>
        <w:docPartUnique/>
      </w:docPartObj>
    </w:sdtPr>
    <w:sdtContent>
      <w:p w14:paraId="60773A1F" w14:textId="13F095E5" w:rsidR="00C2040F" w:rsidRDefault="00C2040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FD7BDE" w14:textId="77777777" w:rsidR="00C2040F" w:rsidRDefault="00C204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2DA40" w14:textId="77777777" w:rsidR="00C05F68" w:rsidRDefault="00C05F68" w:rsidP="00C16ABF">
      <w:pPr>
        <w:spacing w:after="0" w:line="240" w:lineRule="auto"/>
      </w:pPr>
      <w:r>
        <w:separator/>
      </w:r>
    </w:p>
  </w:footnote>
  <w:footnote w:type="continuationSeparator" w:id="0">
    <w:p w14:paraId="3685CCEF" w14:textId="77777777" w:rsidR="00C05F68" w:rsidRDefault="00C05F68" w:rsidP="00C16ABF">
      <w:pPr>
        <w:spacing w:after="0" w:line="240" w:lineRule="auto"/>
      </w:pPr>
      <w:r>
        <w:continuationSeparator/>
      </w:r>
    </w:p>
  </w:footnote>
  <w:footnote w:id="1">
    <w:p w14:paraId="1C0D970A" w14:textId="77777777" w:rsidR="000F1155" w:rsidRDefault="000F115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5E0B2993"/>
    <w:multiLevelType w:val="hybridMultilevel"/>
    <w:tmpl w:val="5AF25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5408328">
    <w:abstractNumId w:val="0"/>
  </w:num>
  <w:num w:numId="2" w16cid:durableId="121858994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EE9"/>
    <w:rsid w:val="000B192D"/>
    <w:rsid w:val="000B28EE"/>
    <w:rsid w:val="000B3E37"/>
    <w:rsid w:val="000D04B0"/>
    <w:rsid w:val="000E023D"/>
    <w:rsid w:val="000F1155"/>
    <w:rsid w:val="000F1C57"/>
    <w:rsid w:val="000F5615"/>
    <w:rsid w:val="00104D41"/>
    <w:rsid w:val="00124BFF"/>
    <w:rsid w:val="0012560E"/>
    <w:rsid w:val="00127108"/>
    <w:rsid w:val="00134B13"/>
    <w:rsid w:val="00146BC0"/>
    <w:rsid w:val="00153C41"/>
    <w:rsid w:val="00154381"/>
    <w:rsid w:val="00155541"/>
    <w:rsid w:val="001557A1"/>
    <w:rsid w:val="001640A7"/>
    <w:rsid w:val="00164FA7"/>
    <w:rsid w:val="00166A03"/>
    <w:rsid w:val="00170554"/>
    <w:rsid w:val="001708EA"/>
    <w:rsid w:val="001718A7"/>
    <w:rsid w:val="001737CF"/>
    <w:rsid w:val="00176083"/>
    <w:rsid w:val="00192F37"/>
    <w:rsid w:val="001973D2"/>
    <w:rsid w:val="001A1DA8"/>
    <w:rsid w:val="001A70D2"/>
    <w:rsid w:val="001C3827"/>
    <w:rsid w:val="001D657B"/>
    <w:rsid w:val="001D7B54"/>
    <w:rsid w:val="001E0209"/>
    <w:rsid w:val="001F2CA2"/>
    <w:rsid w:val="002144C0"/>
    <w:rsid w:val="0022477D"/>
    <w:rsid w:val="00226630"/>
    <w:rsid w:val="002278A9"/>
    <w:rsid w:val="002326DE"/>
    <w:rsid w:val="002336F9"/>
    <w:rsid w:val="0024028F"/>
    <w:rsid w:val="00244ABC"/>
    <w:rsid w:val="0026729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8B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031"/>
    <w:rsid w:val="00414E3C"/>
    <w:rsid w:val="0042244A"/>
    <w:rsid w:val="0042745A"/>
    <w:rsid w:val="00431D5C"/>
    <w:rsid w:val="004362C6"/>
    <w:rsid w:val="00437FA2"/>
    <w:rsid w:val="00444BD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A4F"/>
    <w:rsid w:val="004F55A3"/>
    <w:rsid w:val="004F6A37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2BAB"/>
    <w:rsid w:val="005E00E6"/>
    <w:rsid w:val="005E6E85"/>
    <w:rsid w:val="005F31D2"/>
    <w:rsid w:val="0061029B"/>
    <w:rsid w:val="0061386A"/>
    <w:rsid w:val="00617230"/>
    <w:rsid w:val="006212C7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2AE6"/>
    <w:rsid w:val="006B5C6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3C"/>
    <w:rsid w:val="00724677"/>
    <w:rsid w:val="00725459"/>
    <w:rsid w:val="00727DE3"/>
    <w:rsid w:val="007327BD"/>
    <w:rsid w:val="00734608"/>
    <w:rsid w:val="00745302"/>
    <w:rsid w:val="007461D6"/>
    <w:rsid w:val="00746EC8"/>
    <w:rsid w:val="00753EF4"/>
    <w:rsid w:val="00763BF1"/>
    <w:rsid w:val="00766FD4"/>
    <w:rsid w:val="0078168C"/>
    <w:rsid w:val="00787C2A"/>
    <w:rsid w:val="007909A4"/>
    <w:rsid w:val="00790E27"/>
    <w:rsid w:val="007978E9"/>
    <w:rsid w:val="007A4022"/>
    <w:rsid w:val="007A6E6E"/>
    <w:rsid w:val="007C3299"/>
    <w:rsid w:val="007C3BCC"/>
    <w:rsid w:val="007C4546"/>
    <w:rsid w:val="007C58FD"/>
    <w:rsid w:val="007D6E56"/>
    <w:rsid w:val="007F4155"/>
    <w:rsid w:val="0081554D"/>
    <w:rsid w:val="0081707E"/>
    <w:rsid w:val="00820B89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10C"/>
    <w:rsid w:val="008F12C9"/>
    <w:rsid w:val="008F1B65"/>
    <w:rsid w:val="008F6E29"/>
    <w:rsid w:val="00916188"/>
    <w:rsid w:val="00923D7D"/>
    <w:rsid w:val="009508DF"/>
    <w:rsid w:val="00950DAC"/>
    <w:rsid w:val="00954A07"/>
    <w:rsid w:val="00976B8F"/>
    <w:rsid w:val="0098277F"/>
    <w:rsid w:val="0098320C"/>
    <w:rsid w:val="00997F14"/>
    <w:rsid w:val="009A78D9"/>
    <w:rsid w:val="009C3E31"/>
    <w:rsid w:val="009C54AE"/>
    <w:rsid w:val="009C788E"/>
    <w:rsid w:val="009D3F3B"/>
    <w:rsid w:val="009E0543"/>
    <w:rsid w:val="009E3B41"/>
    <w:rsid w:val="009F2DB3"/>
    <w:rsid w:val="009F3C5C"/>
    <w:rsid w:val="009F4610"/>
    <w:rsid w:val="009F6A66"/>
    <w:rsid w:val="00A00ECC"/>
    <w:rsid w:val="00A155EE"/>
    <w:rsid w:val="00A2245B"/>
    <w:rsid w:val="00A30110"/>
    <w:rsid w:val="00A36899"/>
    <w:rsid w:val="00A36BC2"/>
    <w:rsid w:val="00A371F6"/>
    <w:rsid w:val="00A42FA9"/>
    <w:rsid w:val="00A43BF6"/>
    <w:rsid w:val="00A53FA5"/>
    <w:rsid w:val="00A54817"/>
    <w:rsid w:val="00A601C8"/>
    <w:rsid w:val="00A60799"/>
    <w:rsid w:val="00A84C85"/>
    <w:rsid w:val="00A950D4"/>
    <w:rsid w:val="00A96E54"/>
    <w:rsid w:val="00A97DE1"/>
    <w:rsid w:val="00AB053C"/>
    <w:rsid w:val="00AD051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B95"/>
    <w:rsid w:val="00B3130B"/>
    <w:rsid w:val="00B40ADB"/>
    <w:rsid w:val="00B43B77"/>
    <w:rsid w:val="00B43E80"/>
    <w:rsid w:val="00B55856"/>
    <w:rsid w:val="00B607DB"/>
    <w:rsid w:val="00B61795"/>
    <w:rsid w:val="00B66529"/>
    <w:rsid w:val="00B75946"/>
    <w:rsid w:val="00B8056E"/>
    <w:rsid w:val="00B819C8"/>
    <w:rsid w:val="00B82308"/>
    <w:rsid w:val="00B90885"/>
    <w:rsid w:val="00B90FB1"/>
    <w:rsid w:val="00B974B0"/>
    <w:rsid w:val="00BB411A"/>
    <w:rsid w:val="00BB520A"/>
    <w:rsid w:val="00BD3869"/>
    <w:rsid w:val="00BD46F6"/>
    <w:rsid w:val="00BD66E9"/>
    <w:rsid w:val="00BD6FF4"/>
    <w:rsid w:val="00BE0531"/>
    <w:rsid w:val="00BF2C41"/>
    <w:rsid w:val="00C058B4"/>
    <w:rsid w:val="00C05F44"/>
    <w:rsid w:val="00C05F68"/>
    <w:rsid w:val="00C131B5"/>
    <w:rsid w:val="00C16ABF"/>
    <w:rsid w:val="00C170AE"/>
    <w:rsid w:val="00C2040F"/>
    <w:rsid w:val="00C268E7"/>
    <w:rsid w:val="00C26CB7"/>
    <w:rsid w:val="00C324C1"/>
    <w:rsid w:val="00C36992"/>
    <w:rsid w:val="00C56036"/>
    <w:rsid w:val="00C61DC5"/>
    <w:rsid w:val="00C67E92"/>
    <w:rsid w:val="00C70A26"/>
    <w:rsid w:val="00C7493F"/>
    <w:rsid w:val="00C766DF"/>
    <w:rsid w:val="00C94B98"/>
    <w:rsid w:val="00CA1939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2AC"/>
    <w:rsid w:val="00D552B2"/>
    <w:rsid w:val="00D608D1"/>
    <w:rsid w:val="00D74119"/>
    <w:rsid w:val="00D8075B"/>
    <w:rsid w:val="00D8678B"/>
    <w:rsid w:val="00DA2114"/>
    <w:rsid w:val="00DE09C0"/>
    <w:rsid w:val="00DE2E60"/>
    <w:rsid w:val="00DE4A14"/>
    <w:rsid w:val="00DE663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B75"/>
    <w:rsid w:val="00E77E88"/>
    <w:rsid w:val="00E8107D"/>
    <w:rsid w:val="00E81D6C"/>
    <w:rsid w:val="00E843A2"/>
    <w:rsid w:val="00E9115B"/>
    <w:rsid w:val="00E960BB"/>
    <w:rsid w:val="00EA2074"/>
    <w:rsid w:val="00EA4832"/>
    <w:rsid w:val="00EA4E9D"/>
    <w:rsid w:val="00EB56D1"/>
    <w:rsid w:val="00EC4899"/>
    <w:rsid w:val="00ED03AB"/>
    <w:rsid w:val="00ED32D2"/>
    <w:rsid w:val="00EE32DE"/>
    <w:rsid w:val="00EE5457"/>
    <w:rsid w:val="00EF47B3"/>
    <w:rsid w:val="00F070AB"/>
    <w:rsid w:val="00F17567"/>
    <w:rsid w:val="00F2766D"/>
    <w:rsid w:val="00F27A7B"/>
    <w:rsid w:val="00F526AF"/>
    <w:rsid w:val="00F617C3"/>
    <w:rsid w:val="00F64B3C"/>
    <w:rsid w:val="00F7066B"/>
    <w:rsid w:val="00F76D08"/>
    <w:rsid w:val="00F83B28"/>
    <w:rsid w:val="00F8765D"/>
    <w:rsid w:val="00F974DA"/>
    <w:rsid w:val="00FA46E5"/>
    <w:rsid w:val="00FB754E"/>
    <w:rsid w:val="00FB7DBA"/>
    <w:rsid w:val="00FC1C25"/>
    <w:rsid w:val="00FC3F45"/>
    <w:rsid w:val="00FC4F6D"/>
    <w:rsid w:val="00FD503F"/>
    <w:rsid w:val="00FD7589"/>
    <w:rsid w:val="00FF016A"/>
    <w:rsid w:val="00FF1401"/>
    <w:rsid w:val="00FF5E7D"/>
    <w:rsid w:val="4AC6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794846"/>
  <w15:docId w15:val="{00A59328-7C3F-4567-835E-88CA60DA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05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5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055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5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554"/>
    <w:rPr>
      <w:rFonts w:ascii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819795-AC97-495C-8718-4CB55FAA9A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57E74B-12C9-4700-A776-C3AB5E66B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932</Words>
  <Characters>5592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19</cp:revision>
  <cp:lastPrinted>2019-07-03T14:47:00Z</cp:lastPrinted>
  <dcterms:created xsi:type="dcterms:W3CDTF">2020-11-01T09:49:00Z</dcterms:created>
  <dcterms:modified xsi:type="dcterms:W3CDTF">2023-07-12T06:41:00Z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